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DBB" w:rsidRDefault="00FB5DBB" w:rsidP="002A1D29">
      <w:pPr>
        <w:jc w:val="center"/>
        <w:rPr>
          <w:b/>
          <w:bCs/>
          <w:color w:val="92D050"/>
          <w:sz w:val="52"/>
          <w:szCs w:val="52"/>
        </w:rPr>
      </w:pPr>
      <w:r>
        <w:rPr>
          <w:noProof/>
          <w:lang w:eastAsia="de-DE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26" type="#_x0000_t71" style="position:absolute;left:0;text-align:left;margin-left:440.25pt;margin-top:21.5pt;width:65.35pt;height:73.4pt;z-index:251657216" fillcolor="#92d050"/>
        </w:pict>
      </w:r>
      <w:r>
        <w:rPr>
          <w:noProof/>
          <w:lang w:eastAsia="de-DE"/>
        </w:rPr>
        <w:pict>
          <v:shape id="_x0000_s1027" type="#_x0000_t71" style="position:absolute;left:0;text-align:left;margin-left:440.25pt;margin-top:-56.15pt;width:65.35pt;height:73.4pt;z-index:251656192" fillcolor="#92d050"/>
        </w:pict>
      </w:r>
      <w:r w:rsidRPr="00796739">
        <w:rPr>
          <w:b/>
          <w:bCs/>
          <w:color w:val="92D050"/>
          <w:sz w:val="52"/>
          <w:szCs w:val="52"/>
        </w:rPr>
        <w:t xml:space="preserve">C1 </w:t>
      </w:r>
      <w:r>
        <w:rPr>
          <w:b/>
          <w:bCs/>
          <w:color w:val="92D050"/>
          <w:sz w:val="52"/>
          <w:szCs w:val="52"/>
        </w:rPr>
        <w:t>Vierertester</w:t>
      </w:r>
    </w:p>
    <w:p w:rsidR="00FB5DBB" w:rsidRPr="008C1242" w:rsidRDefault="00FB5DBB" w:rsidP="006C462C">
      <w:pPr>
        <w:rPr>
          <w:b/>
          <w:bCs/>
          <w:color w:val="92D050"/>
          <w:sz w:val="32"/>
          <w:szCs w:val="32"/>
        </w:rPr>
      </w:pPr>
      <w:r w:rsidRPr="008C1242">
        <w:rPr>
          <w:b/>
          <w:bCs/>
          <w:color w:val="92D050"/>
          <w:sz w:val="32"/>
          <w:szCs w:val="32"/>
        </w:rPr>
        <w:t>Ein Vierertester ist ein erkennender Endlicher Automat, der Dualzahlen darauf hin prüft, ob sie durch vier teilbar sind.</w:t>
      </w:r>
    </w:p>
    <w:p w:rsidR="00FB5DBB" w:rsidRPr="008C1242" w:rsidRDefault="00FB5DBB" w:rsidP="006823BD">
      <w:pPr>
        <w:numPr>
          <w:ilvl w:val="0"/>
          <w:numId w:val="1"/>
        </w:numPr>
        <w:rPr>
          <w:b/>
          <w:bCs/>
          <w:sz w:val="32"/>
          <w:szCs w:val="32"/>
        </w:rPr>
      </w:pPr>
      <w:r w:rsidRPr="008C1242">
        <w:rPr>
          <w:b/>
          <w:bCs/>
          <w:sz w:val="32"/>
          <w:szCs w:val="32"/>
        </w:rPr>
        <w:t>Gib eine Möglichkeit an, wie Dezimalzahlen in Dualzahlen umgewandelt werden können?</w:t>
      </w:r>
    </w:p>
    <w:p w:rsidR="00FB5DBB" w:rsidRPr="008C1242" w:rsidRDefault="00FB5DBB" w:rsidP="006823BD">
      <w:pPr>
        <w:numPr>
          <w:ilvl w:val="0"/>
          <w:numId w:val="1"/>
        </w:numPr>
        <w:tabs>
          <w:tab w:val="left" w:pos="1080"/>
        </w:tabs>
        <w:rPr>
          <w:b/>
          <w:bCs/>
          <w:sz w:val="32"/>
          <w:szCs w:val="32"/>
        </w:rPr>
      </w:pPr>
      <w:r w:rsidRPr="008C1242">
        <w:rPr>
          <w:b/>
          <w:bCs/>
          <w:sz w:val="32"/>
          <w:szCs w:val="32"/>
        </w:rPr>
        <w:t>Wandle folgende Dezimalzahlen in Dualzahlen um!</w:t>
      </w:r>
      <w:r w:rsidRPr="008C1242">
        <w:rPr>
          <w:b/>
          <w:bCs/>
          <w:sz w:val="32"/>
          <w:szCs w:val="32"/>
        </w:rPr>
        <w:br/>
        <w:t>a)</w:t>
      </w:r>
      <w:r w:rsidRPr="008C1242">
        <w:rPr>
          <w:b/>
          <w:bCs/>
          <w:sz w:val="32"/>
          <w:szCs w:val="32"/>
        </w:rPr>
        <w:tab/>
        <w:t>118</w:t>
      </w:r>
      <w:r w:rsidRPr="008C1242">
        <w:rPr>
          <w:b/>
          <w:bCs/>
          <w:sz w:val="32"/>
          <w:szCs w:val="32"/>
        </w:rPr>
        <w:br/>
        <w:t>b)</w:t>
      </w:r>
      <w:r w:rsidRPr="008C1242">
        <w:rPr>
          <w:b/>
          <w:bCs/>
          <w:sz w:val="32"/>
          <w:szCs w:val="32"/>
        </w:rPr>
        <w:tab/>
        <w:t>56</w:t>
      </w:r>
      <w:r w:rsidRPr="008C1242">
        <w:rPr>
          <w:b/>
          <w:bCs/>
          <w:sz w:val="32"/>
          <w:szCs w:val="32"/>
        </w:rPr>
        <w:br/>
        <w:t>c)</w:t>
      </w:r>
      <w:r w:rsidRPr="008C1242">
        <w:rPr>
          <w:b/>
          <w:bCs/>
          <w:sz w:val="32"/>
          <w:szCs w:val="32"/>
        </w:rPr>
        <w:tab/>
        <w:t>71</w:t>
      </w:r>
    </w:p>
    <w:p w:rsidR="00FB5DBB" w:rsidRPr="008C1242" w:rsidRDefault="00FB5DBB" w:rsidP="006C462C">
      <w:pPr>
        <w:numPr>
          <w:ilvl w:val="0"/>
          <w:numId w:val="1"/>
        </w:numPr>
        <w:tabs>
          <w:tab w:val="left" w:pos="1080"/>
        </w:tabs>
        <w:rPr>
          <w:b/>
          <w:bCs/>
          <w:sz w:val="32"/>
          <w:szCs w:val="32"/>
        </w:rPr>
      </w:pPr>
      <w:r w:rsidRPr="008C1242">
        <w:rPr>
          <w:b/>
          <w:bCs/>
          <w:sz w:val="32"/>
          <w:szCs w:val="32"/>
        </w:rPr>
        <w:t>Was kennzeichnet eine durch vier teilbare Dualzahl?</w:t>
      </w:r>
      <w:r>
        <w:rPr>
          <w:b/>
          <w:bCs/>
          <w:sz w:val="32"/>
          <w:szCs w:val="32"/>
        </w:rPr>
        <w:t xml:space="preserve"> Wandle dazu mehrere durch vier teilbare Dezimalzahlen in Dualzahlen um und prüfe sie auf gemeinsame Eigenschaften!</w:t>
      </w:r>
    </w:p>
    <w:p w:rsidR="00FB5DBB" w:rsidRPr="008C1242" w:rsidRDefault="00FB5DBB" w:rsidP="006823BD">
      <w:pPr>
        <w:numPr>
          <w:ilvl w:val="0"/>
          <w:numId w:val="1"/>
        </w:numPr>
        <w:rPr>
          <w:b/>
          <w:bCs/>
          <w:sz w:val="32"/>
          <w:szCs w:val="32"/>
        </w:rPr>
      </w:pPr>
      <w:r w:rsidRPr="008C1242">
        <w:rPr>
          <w:b/>
          <w:bCs/>
          <w:sz w:val="32"/>
          <w:szCs w:val="32"/>
        </w:rPr>
        <w:t>Ergänze folgenden Zustandsgraphen</w:t>
      </w:r>
      <w:r>
        <w:rPr>
          <w:b/>
          <w:bCs/>
          <w:sz w:val="32"/>
          <w:szCs w:val="32"/>
        </w:rPr>
        <w:t xml:space="preserve"> für einen Automaten, der ein Vierertester ist</w:t>
      </w:r>
      <w:r w:rsidRPr="008C1242">
        <w:rPr>
          <w:b/>
          <w:bCs/>
          <w:sz w:val="32"/>
          <w:szCs w:val="32"/>
        </w:rPr>
        <w:t>!</w:t>
      </w:r>
    </w:p>
    <w:p w:rsidR="00FB5DBB" w:rsidRDefault="00FB5DBB" w:rsidP="006C462C">
      <w:pPr>
        <w:ind w:left="360"/>
        <w:rPr>
          <w:b/>
          <w:bCs/>
          <w:sz w:val="24"/>
          <w:szCs w:val="24"/>
        </w:rPr>
      </w:pPr>
      <w:r>
        <w:rPr>
          <w:noProof/>
          <w:lang w:eastAsia="de-DE"/>
        </w:rPr>
      </w:r>
      <w:r w:rsidRPr="00626454">
        <w:rPr>
          <w:b/>
          <w:bCs/>
          <w:sz w:val="24"/>
          <w:szCs w:val="24"/>
        </w:rPr>
        <w:pict>
          <v:group id="_x0000_s1028" editas="canvas" style="width:450pt;height:3in;mso-position-horizontal-relative:char;mso-position-vertical-relative:line" coordorigin="1424,7653" coordsize="9000,432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1424;top:7653;width:9000;height:4320" o:preferrelative="f">
              <v:fill o:detectmouseclick="t"/>
              <v:path o:extrusionok="t" o:connecttype="none"/>
              <o:lock v:ext="edit" text="t"/>
            </v:shape>
            <v:oval id="_x0000_s1030" style="position:absolute;left:6412;top:8861;width:680;height:680"/>
            <v:oval id="_x0000_s1031" style="position:absolute;left:3044;top:9813;width:568;height:568"/>
            <v:line id="_x0000_s1032" style="position:absolute" from="2285,10095" to="3005,10096">
              <v:stroke endarrow="block"/>
            </v:line>
            <v:oval id="_x0000_s1033" style="position:absolute;left:6464;top:8913;width:568;height:568"/>
            <v:oval id="_x0000_s1034" style="position:absolute;left:6464;top:10713;width:568;height:568"/>
            <w10:anchorlock/>
          </v:group>
        </w:pict>
      </w:r>
    </w:p>
    <w:p w:rsidR="00FB5DBB" w:rsidRDefault="00FB5DBB" w:rsidP="006823BD">
      <w:pPr>
        <w:numPr>
          <w:ilvl w:val="0"/>
          <w:numId w:val="1"/>
        </w:numPr>
        <w:rPr>
          <w:b/>
          <w:bCs/>
          <w:sz w:val="32"/>
          <w:szCs w:val="32"/>
        </w:rPr>
      </w:pPr>
      <w:r w:rsidRPr="008C1242">
        <w:rPr>
          <w:b/>
          <w:bCs/>
          <w:sz w:val="32"/>
          <w:szCs w:val="32"/>
        </w:rPr>
        <w:t>Gib die Zustandstabelle an!</w:t>
      </w:r>
    </w:p>
    <w:p w:rsidR="00FB5DBB" w:rsidRPr="008C1242" w:rsidRDefault="00FB5DBB" w:rsidP="00CB4C25">
      <w:pPr>
        <w:rPr>
          <w:b/>
          <w:bCs/>
          <w:sz w:val="32"/>
          <w:szCs w:val="32"/>
        </w:rPr>
      </w:pPr>
    </w:p>
    <w:p w:rsidR="00FB5DBB" w:rsidRPr="008C1242" w:rsidRDefault="00FB5DBB" w:rsidP="006823BD">
      <w:pPr>
        <w:numPr>
          <w:ilvl w:val="0"/>
          <w:numId w:val="1"/>
        </w:numPr>
        <w:rPr>
          <w:b/>
          <w:bCs/>
          <w:sz w:val="32"/>
          <w:szCs w:val="32"/>
        </w:rPr>
      </w:pPr>
      <w:r w:rsidRPr="008C1242">
        <w:rPr>
          <w:b/>
          <w:bCs/>
          <w:sz w:val="32"/>
          <w:szCs w:val="32"/>
        </w:rPr>
        <w:t>Prüfe mit Hilfe von Atocc folgende Wörter auf ihre Akzeptanz durch den Automaten!</w:t>
      </w:r>
      <w:r w:rsidRPr="008C1242">
        <w:rPr>
          <w:b/>
          <w:bCs/>
          <w:sz w:val="32"/>
          <w:szCs w:val="32"/>
        </w:rPr>
        <w:br/>
      </w:r>
      <w:r w:rsidRPr="008C1242">
        <w:rPr>
          <w:b/>
          <w:bCs/>
          <w:sz w:val="32"/>
          <w:szCs w:val="32"/>
        </w:rPr>
        <w:tab/>
        <w:t>a) 10010</w:t>
      </w:r>
      <w:r w:rsidRPr="008C1242">
        <w:rPr>
          <w:b/>
          <w:bCs/>
          <w:sz w:val="32"/>
          <w:szCs w:val="32"/>
        </w:rPr>
        <w:br/>
      </w:r>
      <w:r w:rsidRPr="008C1242">
        <w:rPr>
          <w:b/>
          <w:bCs/>
          <w:sz w:val="32"/>
          <w:szCs w:val="32"/>
        </w:rPr>
        <w:tab/>
        <w:t>b) 110100</w:t>
      </w:r>
    </w:p>
    <w:p w:rsidR="00FB5DBB" w:rsidRDefault="00FB5DBB" w:rsidP="00EA5DF7">
      <w:pPr>
        <w:rPr>
          <w:b/>
          <w:bCs/>
          <w:sz w:val="24"/>
          <w:szCs w:val="24"/>
        </w:rPr>
      </w:pPr>
    </w:p>
    <w:p w:rsidR="00FB5DBB" w:rsidRDefault="00FB5DBB" w:rsidP="006823B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Zusatz: </w:t>
      </w:r>
      <w:r>
        <w:rPr>
          <w:b/>
          <w:bCs/>
          <w:sz w:val="24"/>
          <w:szCs w:val="24"/>
        </w:rPr>
        <w:br/>
        <w:t>Folgendes Strukturgramm zeigt eine Möglichkeit, Dezimalzahlen in Dualzahlen umzuwandeln. Setze es in ein Javaprogramm um!</w:t>
      </w:r>
    </w:p>
    <w:tbl>
      <w:tblPr>
        <w:tblpPr w:leftFromText="141" w:rightFromText="141" w:vertAnchor="text" w:horzAnchor="page" w:tblpX="2210" w:tblpY="21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42"/>
        <w:gridCol w:w="2186"/>
      </w:tblGrid>
      <w:tr w:rsidR="00FB5DBB" w:rsidTr="00E406C0">
        <w:tc>
          <w:tcPr>
            <w:tcW w:w="4428" w:type="dxa"/>
            <w:gridSpan w:val="2"/>
            <w:vAlign w:val="center"/>
          </w:tcPr>
          <w:p w:rsidR="00FB5DBB" w:rsidRPr="00251373" w:rsidRDefault="00FB5DBB" w:rsidP="00CB4C25">
            <w:pPr>
              <w:spacing w:after="0"/>
              <w:rPr>
                <w:b/>
                <w:bCs/>
                <w:sz w:val="24"/>
                <w:szCs w:val="24"/>
              </w:rPr>
            </w:pPr>
            <w:r w:rsidRPr="00251373">
              <w:rPr>
                <w:b/>
                <w:bCs/>
                <w:sz w:val="24"/>
                <w:szCs w:val="24"/>
              </w:rPr>
              <w:t>ganze Zahl: dezimal, rest</w:t>
            </w:r>
          </w:p>
        </w:tc>
      </w:tr>
      <w:tr w:rsidR="00FB5DBB" w:rsidTr="00E406C0">
        <w:tc>
          <w:tcPr>
            <w:tcW w:w="4428" w:type="dxa"/>
            <w:gridSpan w:val="2"/>
            <w:vAlign w:val="center"/>
          </w:tcPr>
          <w:p w:rsidR="00FB5DBB" w:rsidRPr="00251373" w:rsidRDefault="00FB5DBB" w:rsidP="00CB4C25">
            <w:pPr>
              <w:spacing w:after="0"/>
              <w:rPr>
                <w:b/>
                <w:bCs/>
                <w:sz w:val="24"/>
                <w:szCs w:val="24"/>
              </w:rPr>
            </w:pPr>
            <w:r w:rsidRPr="00251373">
              <w:rPr>
                <w:b/>
                <w:bCs/>
                <w:sz w:val="24"/>
                <w:szCs w:val="24"/>
              </w:rPr>
              <w:t>Text: dual=“ “</w:t>
            </w:r>
          </w:p>
        </w:tc>
      </w:tr>
      <w:tr w:rsidR="00FB5DBB" w:rsidTr="00E406C0">
        <w:tc>
          <w:tcPr>
            <w:tcW w:w="2242" w:type="dxa"/>
            <w:vMerge w:val="restart"/>
            <w:vAlign w:val="center"/>
          </w:tcPr>
          <w:p w:rsidR="00FB5DBB" w:rsidRPr="00251373" w:rsidRDefault="00FB5DBB" w:rsidP="00CB4C25">
            <w:pPr>
              <w:spacing w:after="0"/>
              <w:rPr>
                <w:b/>
                <w:bCs/>
                <w:sz w:val="24"/>
                <w:szCs w:val="24"/>
              </w:rPr>
            </w:pPr>
            <w:r w:rsidRPr="00251373">
              <w:rPr>
                <w:b/>
                <w:bCs/>
                <w:sz w:val="24"/>
                <w:szCs w:val="24"/>
              </w:rPr>
              <w:t>mache</w:t>
            </w:r>
          </w:p>
          <w:p w:rsidR="00FB5DBB" w:rsidRPr="00251373" w:rsidRDefault="00FB5DBB" w:rsidP="00CB4C25">
            <w:pPr>
              <w:spacing w:after="0"/>
              <w:rPr>
                <w:b/>
                <w:bCs/>
                <w:sz w:val="24"/>
                <w:szCs w:val="24"/>
              </w:rPr>
            </w:pPr>
          </w:p>
          <w:p w:rsidR="00FB5DBB" w:rsidRPr="00251373" w:rsidRDefault="00FB5DBB" w:rsidP="00CB4C25">
            <w:pPr>
              <w:spacing w:after="0"/>
              <w:rPr>
                <w:b/>
                <w:bCs/>
                <w:sz w:val="24"/>
                <w:szCs w:val="24"/>
              </w:rPr>
            </w:pPr>
          </w:p>
          <w:p w:rsidR="00FB5DBB" w:rsidRPr="00251373" w:rsidRDefault="00FB5DBB" w:rsidP="00CB4C25">
            <w:pPr>
              <w:spacing w:after="0"/>
              <w:rPr>
                <w:b/>
                <w:bCs/>
                <w:sz w:val="24"/>
                <w:szCs w:val="24"/>
              </w:rPr>
            </w:pPr>
            <w:r w:rsidRPr="00251373">
              <w:rPr>
                <w:b/>
                <w:bCs/>
                <w:sz w:val="24"/>
                <w:szCs w:val="24"/>
              </w:rPr>
              <w:t>solange (dezimal&gt;0)</w:t>
            </w:r>
          </w:p>
        </w:tc>
        <w:tc>
          <w:tcPr>
            <w:tcW w:w="2186" w:type="dxa"/>
            <w:vAlign w:val="center"/>
          </w:tcPr>
          <w:p w:rsidR="00FB5DBB" w:rsidRPr="00251373" w:rsidRDefault="00FB5DBB" w:rsidP="00CB4C25">
            <w:pPr>
              <w:spacing w:after="0"/>
              <w:rPr>
                <w:b/>
                <w:bCs/>
                <w:sz w:val="24"/>
                <w:szCs w:val="24"/>
              </w:rPr>
            </w:pPr>
            <w:r w:rsidRPr="00251373">
              <w:rPr>
                <w:b/>
                <w:bCs/>
                <w:sz w:val="24"/>
                <w:szCs w:val="24"/>
              </w:rPr>
              <w:t>rest=dezimal%2</w:t>
            </w:r>
          </w:p>
        </w:tc>
      </w:tr>
      <w:tr w:rsidR="00FB5DBB" w:rsidTr="00E406C0">
        <w:tc>
          <w:tcPr>
            <w:tcW w:w="2242" w:type="dxa"/>
            <w:vMerge/>
            <w:vAlign w:val="center"/>
          </w:tcPr>
          <w:p w:rsidR="00FB5DBB" w:rsidRPr="00251373" w:rsidRDefault="00FB5DBB" w:rsidP="00CB4C25">
            <w:pPr>
              <w:numPr>
                <w:ilvl w:val="0"/>
                <w:numId w:val="1"/>
              </w:numPr>
              <w:spacing w:after="0"/>
              <w:ind w:left="0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86" w:type="dxa"/>
            <w:vAlign w:val="center"/>
          </w:tcPr>
          <w:p w:rsidR="00FB5DBB" w:rsidRPr="00251373" w:rsidRDefault="00FB5DBB" w:rsidP="00CB4C25">
            <w:pPr>
              <w:spacing w:after="0"/>
              <w:rPr>
                <w:b/>
                <w:bCs/>
                <w:sz w:val="24"/>
                <w:szCs w:val="24"/>
              </w:rPr>
            </w:pPr>
            <w:r w:rsidRPr="00251373">
              <w:rPr>
                <w:b/>
                <w:bCs/>
                <w:sz w:val="24"/>
                <w:szCs w:val="24"/>
              </w:rPr>
              <w:t>dual=rest+dual</w:t>
            </w:r>
          </w:p>
        </w:tc>
      </w:tr>
      <w:tr w:rsidR="00FB5DBB" w:rsidTr="00E406C0">
        <w:tc>
          <w:tcPr>
            <w:tcW w:w="2242" w:type="dxa"/>
            <w:vMerge/>
            <w:vAlign w:val="center"/>
          </w:tcPr>
          <w:p w:rsidR="00FB5DBB" w:rsidRPr="00251373" w:rsidRDefault="00FB5DBB" w:rsidP="00CB4C25">
            <w:pPr>
              <w:numPr>
                <w:ilvl w:val="0"/>
                <w:numId w:val="1"/>
              </w:numPr>
              <w:spacing w:after="0"/>
              <w:ind w:left="0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86" w:type="dxa"/>
            <w:vAlign w:val="center"/>
          </w:tcPr>
          <w:p w:rsidR="00FB5DBB" w:rsidRPr="00251373" w:rsidRDefault="00FB5DBB" w:rsidP="00CB4C25">
            <w:pPr>
              <w:spacing w:after="0"/>
              <w:rPr>
                <w:b/>
                <w:bCs/>
                <w:sz w:val="24"/>
                <w:szCs w:val="24"/>
              </w:rPr>
            </w:pPr>
            <w:r w:rsidRPr="00251373">
              <w:rPr>
                <w:b/>
                <w:bCs/>
                <w:sz w:val="24"/>
                <w:szCs w:val="24"/>
              </w:rPr>
              <w:t>dezimal=dezimal/2</w:t>
            </w:r>
          </w:p>
        </w:tc>
      </w:tr>
      <w:tr w:rsidR="00FB5DBB" w:rsidTr="00E406C0">
        <w:tc>
          <w:tcPr>
            <w:tcW w:w="2242" w:type="dxa"/>
            <w:vMerge/>
            <w:tcBorders>
              <w:right w:val="nil"/>
            </w:tcBorders>
            <w:vAlign w:val="center"/>
          </w:tcPr>
          <w:p w:rsidR="00FB5DBB" w:rsidRPr="00251373" w:rsidRDefault="00FB5DBB" w:rsidP="00CB4C25">
            <w:pPr>
              <w:numPr>
                <w:ilvl w:val="0"/>
                <w:numId w:val="1"/>
              </w:numPr>
              <w:spacing w:after="0"/>
              <w:ind w:left="0" w:firstLine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86" w:type="dxa"/>
            <w:tcBorders>
              <w:left w:val="nil"/>
            </w:tcBorders>
            <w:vAlign w:val="center"/>
          </w:tcPr>
          <w:p w:rsidR="00FB5DBB" w:rsidRPr="00251373" w:rsidRDefault="00FB5DBB" w:rsidP="00CB4C25">
            <w:pPr>
              <w:spacing w:after="0"/>
              <w:rPr>
                <w:b/>
                <w:bCs/>
                <w:sz w:val="24"/>
                <w:szCs w:val="24"/>
              </w:rPr>
            </w:pPr>
          </w:p>
        </w:tc>
      </w:tr>
    </w:tbl>
    <w:p w:rsidR="00FB5DBB" w:rsidRDefault="00FB5DBB" w:rsidP="006823BD">
      <w:pPr>
        <w:rPr>
          <w:b/>
          <w:bCs/>
          <w:sz w:val="24"/>
          <w:szCs w:val="24"/>
        </w:rPr>
      </w:pPr>
    </w:p>
    <w:p w:rsidR="00FB5DBB" w:rsidRDefault="00FB5DBB" w:rsidP="006823BD">
      <w:pPr>
        <w:rPr>
          <w:b/>
          <w:bCs/>
          <w:sz w:val="24"/>
          <w:szCs w:val="24"/>
        </w:rPr>
      </w:pPr>
    </w:p>
    <w:p w:rsidR="00FB5DBB" w:rsidRDefault="00FB5DBB" w:rsidP="006823BD">
      <w:pPr>
        <w:rPr>
          <w:b/>
          <w:bCs/>
          <w:sz w:val="24"/>
          <w:szCs w:val="24"/>
        </w:rPr>
      </w:pPr>
    </w:p>
    <w:p w:rsidR="00FB5DBB" w:rsidRDefault="00FB5DBB" w:rsidP="006823BD">
      <w:pPr>
        <w:rPr>
          <w:b/>
          <w:bCs/>
          <w:sz w:val="24"/>
          <w:szCs w:val="24"/>
        </w:rPr>
      </w:pPr>
    </w:p>
    <w:p w:rsidR="00FB5DBB" w:rsidRDefault="00FB5DBB" w:rsidP="006823BD">
      <w:pPr>
        <w:rPr>
          <w:b/>
          <w:bCs/>
          <w:sz w:val="24"/>
          <w:szCs w:val="24"/>
        </w:rPr>
      </w:pPr>
    </w:p>
    <w:p w:rsidR="00FB5DBB" w:rsidRDefault="00FB5DBB" w:rsidP="006823BD">
      <w:pPr>
        <w:rPr>
          <w:b/>
          <w:bCs/>
          <w:sz w:val="24"/>
          <w:szCs w:val="24"/>
        </w:rPr>
      </w:pPr>
    </w:p>
    <w:p w:rsidR="00FB5DBB" w:rsidRDefault="00FB5DBB" w:rsidP="006823BD">
      <w:pPr>
        <w:rPr>
          <w:b/>
          <w:bCs/>
          <w:sz w:val="24"/>
          <w:szCs w:val="24"/>
        </w:rPr>
      </w:pPr>
    </w:p>
    <w:p w:rsidR="00FB5DBB" w:rsidRDefault="00FB5DBB" w:rsidP="006823BD">
      <w:pPr>
        <w:rPr>
          <w:b/>
          <w:bCs/>
          <w:sz w:val="24"/>
          <w:szCs w:val="24"/>
        </w:rPr>
      </w:pPr>
    </w:p>
    <w:p w:rsidR="00FB5DBB" w:rsidRPr="004A5BDC" w:rsidRDefault="00FB5DBB" w:rsidP="004A5BDC">
      <w:pPr>
        <w:rPr>
          <w:b/>
          <w:bCs/>
          <w:u w:val="single"/>
        </w:rPr>
      </w:pPr>
      <w:r w:rsidRPr="004A5BDC">
        <w:rPr>
          <w:b/>
          <w:bCs/>
          <w:u w:val="single"/>
        </w:rPr>
        <w:t>Lösung</w:t>
      </w:r>
    </w:p>
    <w:p w:rsidR="00FB5DBB" w:rsidRDefault="00FB5DBB" w:rsidP="004A5BDC">
      <w:r>
        <w:t>Zu 1.)</w:t>
      </w:r>
    </w:p>
    <w:p w:rsidR="00FB5DBB" w:rsidRDefault="00FB5DBB" w:rsidP="004A5BDC">
      <w:r>
        <w:t>Divisionsmethode</w:t>
      </w:r>
    </w:p>
    <w:p w:rsidR="00FB5DBB" w:rsidRDefault="00FB5DBB" w:rsidP="004A5BDC">
      <w:r>
        <w:t>Zerlegungsmethode</w:t>
      </w:r>
    </w:p>
    <w:p w:rsidR="00FB5DBB" w:rsidRDefault="00FB5DBB" w:rsidP="004A5BDC">
      <w:r>
        <w:t xml:space="preserve">Zu 2.) </w:t>
      </w:r>
    </w:p>
    <w:p w:rsidR="00FB5DBB" w:rsidRDefault="00FB5DBB" w:rsidP="004A5BDC">
      <w:r>
        <w:t xml:space="preserve">Bsp für </w:t>
      </w:r>
      <w:r>
        <w:tab/>
      </w:r>
      <w:r>
        <w:tab/>
        <w:t>118</w:t>
      </w:r>
    </w:p>
    <w:p w:rsidR="00FB5DBB" w:rsidRDefault="00FB5DBB" w:rsidP="004A5BDC">
      <w:r>
        <w:tab/>
      </w:r>
      <w:r>
        <w:tab/>
        <w:t>56</w:t>
      </w:r>
    </w:p>
    <w:p w:rsidR="00FB5DBB" w:rsidRDefault="00FB5DBB" w:rsidP="004A5BDC">
      <w:r>
        <w:tab/>
      </w:r>
      <w:r>
        <w:tab/>
        <w:t>71</w:t>
      </w:r>
    </w:p>
    <w:p w:rsidR="00FB5DBB" w:rsidRDefault="00FB5DBB" w:rsidP="004A5BDC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28"/>
        <w:gridCol w:w="1355"/>
        <w:gridCol w:w="1327"/>
        <w:gridCol w:w="1327"/>
        <w:gridCol w:w="1328"/>
        <w:gridCol w:w="1328"/>
        <w:gridCol w:w="1295"/>
      </w:tblGrid>
      <w:tr w:rsidR="00FB5DBB">
        <w:trPr>
          <w:trHeight w:val="412"/>
        </w:trPr>
        <w:tc>
          <w:tcPr>
            <w:tcW w:w="1328" w:type="dxa"/>
          </w:tcPr>
          <w:p w:rsidR="00FB5DBB" w:rsidRPr="00CF6137" w:rsidRDefault="00FB5DBB" w:rsidP="00B87E5B">
            <w:pPr>
              <w:rPr>
                <w:vertAlign w:val="superscript"/>
              </w:rPr>
            </w:pPr>
            <w:r w:rsidRPr="0023545D">
              <w:t>2</w:t>
            </w:r>
            <w:r w:rsidRPr="00CF6137">
              <w:rPr>
                <w:vertAlign w:val="superscript"/>
              </w:rPr>
              <w:t>6</w:t>
            </w:r>
            <w:r w:rsidRPr="0023545D">
              <w:t xml:space="preserve">   </w:t>
            </w:r>
          </w:p>
        </w:tc>
        <w:tc>
          <w:tcPr>
            <w:tcW w:w="1355" w:type="dxa"/>
          </w:tcPr>
          <w:p w:rsidR="00FB5DBB" w:rsidRDefault="00FB5DBB" w:rsidP="00B87E5B">
            <w:r w:rsidRPr="0023545D">
              <w:t>2</w:t>
            </w:r>
            <w:r w:rsidRPr="00CF6137">
              <w:rPr>
                <w:vertAlign w:val="superscript"/>
              </w:rPr>
              <w:t xml:space="preserve">5        </w:t>
            </w:r>
          </w:p>
        </w:tc>
        <w:tc>
          <w:tcPr>
            <w:tcW w:w="1327" w:type="dxa"/>
          </w:tcPr>
          <w:p w:rsidR="00FB5DBB" w:rsidRDefault="00FB5DBB" w:rsidP="00B87E5B">
            <w:r w:rsidRPr="0023545D">
              <w:t>2</w:t>
            </w:r>
            <w:r w:rsidRPr="00CF6137">
              <w:rPr>
                <w:vertAlign w:val="superscript"/>
              </w:rPr>
              <w:t>4</w:t>
            </w:r>
          </w:p>
        </w:tc>
        <w:tc>
          <w:tcPr>
            <w:tcW w:w="1327" w:type="dxa"/>
          </w:tcPr>
          <w:p w:rsidR="00FB5DBB" w:rsidRDefault="00FB5DBB" w:rsidP="00B87E5B">
            <w:r w:rsidRPr="0023545D">
              <w:t>2</w:t>
            </w:r>
            <w:r w:rsidRPr="00CF6137">
              <w:rPr>
                <w:vertAlign w:val="superscript"/>
              </w:rPr>
              <w:t>3</w:t>
            </w:r>
          </w:p>
        </w:tc>
        <w:tc>
          <w:tcPr>
            <w:tcW w:w="1328" w:type="dxa"/>
          </w:tcPr>
          <w:p w:rsidR="00FB5DBB" w:rsidRDefault="00FB5DBB" w:rsidP="00B87E5B">
            <w:r w:rsidRPr="0023545D">
              <w:t>2</w:t>
            </w:r>
            <w:r w:rsidRPr="00CF6137">
              <w:rPr>
                <w:vertAlign w:val="superscript"/>
              </w:rPr>
              <w:t>2</w:t>
            </w:r>
          </w:p>
        </w:tc>
        <w:tc>
          <w:tcPr>
            <w:tcW w:w="1328" w:type="dxa"/>
          </w:tcPr>
          <w:p w:rsidR="00FB5DBB" w:rsidRDefault="00FB5DBB" w:rsidP="00B87E5B">
            <w:r w:rsidRPr="0023545D">
              <w:t>2</w:t>
            </w:r>
            <w:r w:rsidRPr="00CF6137">
              <w:rPr>
                <w:vertAlign w:val="superscript"/>
              </w:rPr>
              <w:t>1</w:t>
            </w:r>
          </w:p>
        </w:tc>
        <w:tc>
          <w:tcPr>
            <w:tcW w:w="1295" w:type="dxa"/>
          </w:tcPr>
          <w:p w:rsidR="00FB5DBB" w:rsidRPr="0023545D" w:rsidRDefault="00FB5DBB" w:rsidP="00B87E5B">
            <w:r w:rsidRPr="0023545D">
              <w:t>2</w:t>
            </w:r>
            <w:r w:rsidRPr="00CF6137">
              <w:rPr>
                <w:vertAlign w:val="superscript"/>
              </w:rPr>
              <w:t>0</w:t>
            </w:r>
          </w:p>
        </w:tc>
      </w:tr>
      <w:tr w:rsidR="00FB5DBB">
        <w:trPr>
          <w:trHeight w:val="154"/>
        </w:trPr>
        <w:tc>
          <w:tcPr>
            <w:tcW w:w="1328" w:type="dxa"/>
          </w:tcPr>
          <w:p w:rsidR="00FB5DBB" w:rsidRPr="0023545D" w:rsidRDefault="00FB5DBB" w:rsidP="00B87E5B">
            <w:r>
              <w:t>64</w:t>
            </w:r>
          </w:p>
        </w:tc>
        <w:tc>
          <w:tcPr>
            <w:tcW w:w="1355" w:type="dxa"/>
          </w:tcPr>
          <w:p w:rsidR="00FB5DBB" w:rsidRPr="0023545D" w:rsidRDefault="00FB5DBB" w:rsidP="00B87E5B">
            <w:r>
              <w:t>32</w:t>
            </w:r>
          </w:p>
        </w:tc>
        <w:tc>
          <w:tcPr>
            <w:tcW w:w="1327" w:type="dxa"/>
          </w:tcPr>
          <w:p w:rsidR="00FB5DBB" w:rsidRPr="0023545D" w:rsidRDefault="00FB5DBB" w:rsidP="00B87E5B">
            <w:r>
              <w:t>16</w:t>
            </w:r>
          </w:p>
        </w:tc>
        <w:tc>
          <w:tcPr>
            <w:tcW w:w="1327" w:type="dxa"/>
          </w:tcPr>
          <w:p w:rsidR="00FB5DBB" w:rsidRPr="0023545D" w:rsidRDefault="00FB5DBB" w:rsidP="00B87E5B">
            <w:r>
              <w:t>8</w:t>
            </w:r>
          </w:p>
        </w:tc>
        <w:tc>
          <w:tcPr>
            <w:tcW w:w="1328" w:type="dxa"/>
          </w:tcPr>
          <w:p w:rsidR="00FB5DBB" w:rsidRPr="0023545D" w:rsidRDefault="00FB5DBB" w:rsidP="00B87E5B">
            <w:r>
              <w:t>4</w:t>
            </w:r>
          </w:p>
        </w:tc>
        <w:tc>
          <w:tcPr>
            <w:tcW w:w="1328" w:type="dxa"/>
          </w:tcPr>
          <w:p w:rsidR="00FB5DBB" w:rsidRPr="0023545D" w:rsidRDefault="00FB5DBB" w:rsidP="00B87E5B">
            <w:r>
              <w:t>2</w:t>
            </w:r>
          </w:p>
        </w:tc>
        <w:tc>
          <w:tcPr>
            <w:tcW w:w="1295" w:type="dxa"/>
          </w:tcPr>
          <w:p w:rsidR="00FB5DBB" w:rsidRPr="0023545D" w:rsidRDefault="00FB5DBB" w:rsidP="00B87E5B">
            <w:r>
              <w:t>1</w:t>
            </w:r>
          </w:p>
        </w:tc>
      </w:tr>
      <w:tr w:rsidR="00FB5DBB">
        <w:trPr>
          <w:trHeight w:val="154"/>
        </w:trPr>
        <w:tc>
          <w:tcPr>
            <w:tcW w:w="1328" w:type="dxa"/>
          </w:tcPr>
          <w:p w:rsidR="00FB5DBB" w:rsidRDefault="00FB5DBB" w:rsidP="00B87E5B">
            <w:r>
              <w:t>1</w:t>
            </w:r>
          </w:p>
        </w:tc>
        <w:tc>
          <w:tcPr>
            <w:tcW w:w="1355" w:type="dxa"/>
          </w:tcPr>
          <w:p w:rsidR="00FB5DBB" w:rsidRPr="0023545D" w:rsidRDefault="00FB5DBB" w:rsidP="00B87E5B">
            <w:r>
              <w:t>1</w:t>
            </w:r>
          </w:p>
        </w:tc>
        <w:tc>
          <w:tcPr>
            <w:tcW w:w="1327" w:type="dxa"/>
          </w:tcPr>
          <w:p w:rsidR="00FB5DBB" w:rsidRPr="0023545D" w:rsidRDefault="00FB5DBB" w:rsidP="00B87E5B">
            <w:r>
              <w:t>1</w:t>
            </w:r>
          </w:p>
        </w:tc>
        <w:tc>
          <w:tcPr>
            <w:tcW w:w="1327" w:type="dxa"/>
          </w:tcPr>
          <w:p w:rsidR="00FB5DBB" w:rsidRPr="0023545D" w:rsidRDefault="00FB5DBB" w:rsidP="00B87E5B">
            <w:r>
              <w:t>0</w:t>
            </w:r>
          </w:p>
        </w:tc>
        <w:tc>
          <w:tcPr>
            <w:tcW w:w="1328" w:type="dxa"/>
          </w:tcPr>
          <w:p w:rsidR="00FB5DBB" w:rsidRPr="0023545D" w:rsidRDefault="00FB5DBB" w:rsidP="00B87E5B">
            <w:r>
              <w:t>1</w:t>
            </w:r>
          </w:p>
        </w:tc>
        <w:tc>
          <w:tcPr>
            <w:tcW w:w="1328" w:type="dxa"/>
          </w:tcPr>
          <w:p w:rsidR="00FB5DBB" w:rsidRPr="0023545D" w:rsidRDefault="00FB5DBB" w:rsidP="00B87E5B">
            <w:r>
              <w:t>1</w:t>
            </w:r>
          </w:p>
        </w:tc>
        <w:tc>
          <w:tcPr>
            <w:tcW w:w="1295" w:type="dxa"/>
          </w:tcPr>
          <w:p w:rsidR="00FB5DBB" w:rsidRPr="0023545D" w:rsidRDefault="00FB5DBB" w:rsidP="00B87E5B">
            <w:r>
              <w:t>0</w:t>
            </w:r>
          </w:p>
        </w:tc>
      </w:tr>
      <w:tr w:rsidR="00FB5DBB">
        <w:trPr>
          <w:trHeight w:val="154"/>
        </w:trPr>
        <w:tc>
          <w:tcPr>
            <w:tcW w:w="1328" w:type="dxa"/>
          </w:tcPr>
          <w:p w:rsidR="00FB5DBB" w:rsidRDefault="00FB5DBB" w:rsidP="00B87E5B"/>
        </w:tc>
        <w:tc>
          <w:tcPr>
            <w:tcW w:w="1355" w:type="dxa"/>
          </w:tcPr>
          <w:p w:rsidR="00FB5DBB" w:rsidRDefault="00FB5DBB" w:rsidP="00B87E5B">
            <w:r>
              <w:t>1</w:t>
            </w:r>
          </w:p>
        </w:tc>
        <w:tc>
          <w:tcPr>
            <w:tcW w:w="1327" w:type="dxa"/>
          </w:tcPr>
          <w:p w:rsidR="00FB5DBB" w:rsidRDefault="00FB5DBB" w:rsidP="00B87E5B">
            <w:r>
              <w:t>1</w:t>
            </w:r>
          </w:p>
        </w:tc>
        <w:tc>
          <w:tcPr>
            <w:tcW w:w="1327" w:type="dxa"/>
          </w:tcPr>
          <w:p w:rsidR="00FB5DBB" w:rsidRDefault="00FB5DBB" w:rsidP="00B87E5B">
            <w:r>
              <w:t>1</w:t>
            </w:r>
          </w:p>
        </w:tc>
        <w:tc>
          <w:tcPr>
            <w:tcW w:w="1328" w:type="dxa"/>
          </w:tcPr>
          <w:p w:rsidR="00FB5DBB" w:rsidRDefault="00FB5DBB" w:rsidP="00B87E5B">
            <w:r>
              <w:t>0</w:t>
            </w:r>
          </w:p>
        </w:tc>
        <w:tc>
          <w:tcPr>
            <w:tcW w:w="1328" w:type="dxa"/>
          </w:tcPr>
          <w:p w:rsidR="00FB5DBB" w:rsidRDefault="00FB5DBB" w:rsidP="00B87E5B">
            <w:r>
              <w:t>0</w:t>
            </w:r>
          </w:p>
        </w:tc>
        <w:tc>
          <w:tcPr>
            <w:tcW w:w="1295" w:type="dxa"/>
          </w:tcPr>
          <w:p w:rsidR="00FB5DBB" w:rsidRDefault="00FB5DBB" w:rsidP="00B87E5B">
            <w:r>
              <w:t>0</w:t>
            </w:r>
          </w:p>
        </w:tc>
      </w:tr>
      <w:tr w:rsidR="00FB5DBB">
        <w:trPr>
          <w:trHeight w:val="154"/>
        </w:trPr>
        <w:tc>
          <w:tcPr>
            <w:tcW w:w="1328" w:type="dxa"/>
          </w:tcPr>
          <w:p w:rsidR="00FB5DBB" w:rsidRDefault="00FB5DBB" w:rsidP="00B87E5B">
            <w:r>
              <w:t>1</w:t>
            </w:r>
          </w:p>
        </w:tc>
        <w:tc>
          <w:tcPr>
            <w:tcW w:w="1355" w:type="dxa"/>
          </w:tcPr>
          <w:p w:rsidR="00FB5DBB" w:rsidRDefault="00FB5DBB" w:rsidP="00B87E5B">
            <w:r>
              <w:t>0</w:t>
            </w:r>
          </w:p>
        </w:tc>
        <w:tc>
          <w:tcPr>
            <w:tcW w:w="1327" w:type="dxa"/>
          </w:tcPr>
          <w:p w:rsidR="00FB5DBB" w:rsidRDefault="00FB5DBB" w:rsidP="00B87E5B">
            <w:r>
              <w:t>0</w:t>
            </w:r>
          </w:p>
        </w:tc>
        <w:tc>
          <w:tcPr>
            <w:tcW w:w="1327" w:type="dxa"/>
          </w:tcPr>
          <w:p w:rsidR="00FB5DBB" w:rsidRDefault="00FB5DBB" w:rsidP="00B87E5B">
            <w:r>
              <w:t>0</w:t>
            </w:r>
          </w:p>
        </w:tc>
        <w:tc>
          <w:tcPr>
            <w:tcW w:w="1328" w:type="dxa"/>
          </w:tcPr>
          <w:p w:rsidR="00FB5DBB" w:rsidRDefault="00FB5DBB" w:rsidP="00B87E5B">
            <w:r>
              <w:t>1</w:t>
            </w:r>
          </w:p>
        </w:tc>
        <w:tc>
          <w:tcPr>
            <w:tcW w:w="1328" w:type="dxa"/>
          </w:tcPr>
          <w:p w:rsidR="00FB5DBB" w:rsidRDefault="00FB5DBB" w:rsidP="00B87E5B">
            <w:r>
              <w:t>1</w:t>
            </w:r>
          </w:p>
        </w:tc>
        <w:tc>
          <w:tcPr>
            <w:tcW w:w="1295" w:type="dxa"/>
          </w:tcPr>
          <w:p w:rsidR="00FB5DBB" w:rsidRDefault="00FB5DBB" w:rsidP="00B87E5B">
            <w:r>
              <w:t>1</w:t>
            </w:r>
          </w:p>
        </w:tc>
      </w:tr>
    </w:tbl>
    <w:p w:rsidR="00FB5DBB" w:rsidRPr="00F620A8" w:rsidRDefault="00FB5DBB" w:rsidP="004A5BDC">
      <w:r w:rsidRPr="00F620A8">
        <w:t>Zu 3.)</w:t>
      </w:r>
    </w:p>
    <w:p w:rsidR="00FB5DBB" w:rsidRPr="000032D6" w:rsidRDefault="00FB5DBB" w:rsidP="004A5BDC">
      <w:r w:rsidRPr="000032D6">
        <w:t>Die letzten beiden Bit sind 0.</w:t>
      </w:r>
    </w:p>
    <w:p w:rsidR="00FB5DBB" w:rsidRDefault="00FB5DBB" w:rsidP="004A5BDC"/>
    <w:p w:rsidR="00FB5DBB" w:rsidRDefault="00FB5DBB" w:rsidP="004A5BDC">
      <w:r>
        <w:t xml:space="preserve">Zu 4.) </w:t>
      </w:r>
    </w:p>
    <w:p w:rsidR="00FB5DBB" w:rsidRDefault="00FB5DBB" w:rsidP="004A5BDC">
      <w:r>
        <w:rPr>
          <w:noProof/>
          <w:lang w:eastAsia="de-DE"/>
        </w:rPr>
        <w:pict>
          <v:shape id="_x0000_s1035" type="#_x0000_t75" style="position:absolute;margin-left:66.6pt;margin-top:7.05pt;width:192.85pt;height:105.45pt;z-index:251658240">
            <v:imagedata r:id="rId5" o:title="" croptop="27280f" cropbottom="17929f" cropleft="8351f" cropright="29305f"/>
            <w10:wrap type="square"/>
            <w10:anchorlock/>
          </v:shape>
        </w:pict>
      </w:r>
    </w:p>
    <w:p w:rsidR="00FB5DBB" w:rsidRDefault="00FB5DBB" w:rsidP="004A5BDC"/>
    <w:p w:rsidR="00FB5DBB" w:rsidRDefault="00FB5DBB" w:rsidP="004A5BDC"/>
    <w:p w:rsidR="00FB5DBB" w:rsidRPr="000032D6" w:rsidRDefault="00FB5DBB" w:rsidP="004A5BDC"/>
    <w:p w:rsidR="00FB5DBB" w:rsidRDefault="00FB5DBB" w:rsidP="004A5BDC">
      <w:pPr>
        <w:rPr>
          <w:lang w:val="en-GB"/>
        </w:rPr>
      </w:pPr>
    </w:p>
    <w:p w:rsidR="00FB5DBB" w:rsidRDefault="00FB5DBB" w:rsidP="004A5BDC">
      <w:pPr>
        <w:rPr>
          <w:lang w:val="en-GB"/>
        </w:rPr>
      </w:pPr>
    </w:p>
    <w:p w:rsidR="00FB5DBB" w:rsidRDefault="00FB5DBB" w:rsidP="004A5BDC">
      <w:pPr>
        <w:rPr>
          <w:lang w:val="en-GB"/>
        </w:rPr>
      </w:pPr>
      <w:r>
        <w:rPr>
          <w:lang w:val="en-GB"/>
        </w:rPr>
        <w:t>Zu 5.)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03"/>
        <w:gridCol w:w="2303"/>
        <w:gridCol w:w="2303"/>
        <w:gridCol w:w="2303"/>
      </w:tblGrid>
      <w:tr w:rsidR="00FB5DBB">
        <w:tc>
          <w:tcPr>
            <w:tcW w:w="2303" w:type="dxa"/>
          </w:tcPr>
          <w:p w:rsidR="00FB5DBB" w:rsidRPr="00CF6137" w:rsidRDefault="00FB5DBB" w:rsidP="00B87E5B">
            <w:pPr>
              <w:rPr>
                <w:lang w:val="en-GB"/>
              </w:rPr>
            </w:pPr>
          </w:p>
        </w:tc>
        <w:tc>
          <w:tcPr>
            <w:tcW w:w="2303" w:type="dxa"/>
          </w:tcPr>
          <w:p w:rsidR="00FB5DBB" w:rsidRPr="00CF6137" w:rsidRDefault="00FB5DBB" w:rsidP="00B87E5B">
            <w:pPr>
              <w:rPr>
                <w:lang w:val="en-GB"/>
              </w:rPr>
            </w:pPr>
            <w:r w:rsidRPr="00CF6137">
              <w:rPr>
                <w:lang w:val="en-GB"/>
              </w:rPr>
              <w:t>Z</w:t>
            </w:r>
            <w:r w:rsidRPr="00CF6137">
              <w:rPr>
                <w:vertAlign w:val="subscript"/>
                <w:lang w:val="en-GB"/>
              </w:rPr>
              <w:t>0</w:t>
            </w:r>
          </w:p>
        </w:tc>
        <w:tc>
          <w:tcPr>
            <w:tcW w:w="2303" w:type="dxa"/>
          </w:tcPr>
          <w:p w:rsidR="00FB5DBB" w:rsidRPr="00CF6137" w:rsidRDefault="00FB5DBB" w:rsidP="00B87E5B">
            <w:pPr>
              <w:rPr>
                <w:lang w:val="en-GB"/>
              </w:rPr>
            </w:pPr>
            <w:r w:rsidRPr="00CF6137">
              <w:rPr>
                <w:lang w:val="en-GB"/>
              </w:rPr>
              <w:t>Z</w:t>
            </w:r>
            <w:r w:rsidRPr="00CF6137">
              <w:rPr>
                <w:vertAlign w:val="subscript"/>
                <w:lang w:val="en-GB"/>
              </w:rPr>
              <w:t>1</w:t>
            </w:r>
          </w:p>
        </w:tc>
        <w:tc>
          <w:tcPr>
            <w:tcW w:w="2303" w:type="dxa"/>
          </w:tcPr>
          <w:p w:rsidR="00FB5DBB" w:rsidRPr="00CF6137" w:rsidRDefault="00FB5DBB" w:rsidP="00B87E5B">
            <w:pPr>
              <w:rPr>
                <w:lang w:val="en-GB"/>
              </w:rPr>
            </w:pPr>
            <w:r w:rsidRPr="00CF6137">
              <w:rPr>
                <w:lang w:val="en-GB"/>
              </w:rPr>
              <w:t>Z</w:t>
            </w:r>
            <w:r w:rsidRPr="00CF6137">
              <w:rPr>
                <w:vertAlign w:val="subscript"/>
                <w:lang w:val="en-GB"/>
              </w:rPr>
              <w:t>2</w:t>
            </w:r>
          </w:p>
        </w:tc>
      </w:tr>
      <w:tr w:rsidR="00FB5DBB">
        <w:tc>
          <w:tcPr>
            <w:tcW w:w="2303" w:type="dxa"/>
          </w:tcPr>
          <w:p w:rsidR="00FB5DBB" w:rsidRPr="00CF6137" w:rsidRDefault="00FB5DBB" w:rsidP="00B87E5B">
            <w:pPr>
              <w:rPr>
                <w:lang w:val="en-GB"/>
              </w:rPr>
            </w:pPr>
            <w:r w:rsidRPr="00CF6137">
              <w:rPr>
                <w:lang w:val="en-GB"/>
              </w:rPr>
              <w:t>0</w:t>
            </w:r>
          </w:p>
        </w:tc>
        <w:tc>
          <w:tcPr>
            <w:tcW w:w="2303" w:type="dxa"/>
          </w:tcPr>
          <w:p w:rsidR="00FB5DBB" w:rsidRPr="00CF6137" w:rsidRDefault="00FB5DBB" w:rsidP="00B87E5B">
            <w:pPr>
              <w:rPr>
                <w:lang w:val="en-GB"/>
              </w:rPr>
            </w:pPr>
            <w:r w:rsidRPr="00CF6137">
              <w:rPr>
                <w:lang w:val="en-GB"/>
              </w:rPr>
              <w:t>Z</w:t>
            </w:r>
            <w:r w:rsidRPr="00CF6137">
              <w:rPr>
                <w:vertAlign w:val="subscript"/>
                <w:lang w:val="en-GB"/>
              </w:rPr>
              <w:t>1</w:t>
            </w:r>
          </w:p>
        </w:tc>
        <w:tc>
          <w:tcPr>
            <w:tcW w:w="2303" w:type="dxa"/>
          </w:tcPr>
          <w:p w:rsidR="00FB5DBB" w:rsidRPr="00CF6137" w:rsidRDefault="00FB5DBB" w:rsidP="00B87E5B">
            <w:pPr>
              <w:rPr>
                <w:lang w:val="en-GB"/>
              </w:rPr>
            </w:pPr>
            <w:r w:rsidRPr="00CF6137">
              <w:rPr>
                <w:lang w:val="en-GB"/>
              </w:rPr>
              <w:t>Z</w:t>
            </w:r>
            <w:r w:rsidRPr="00CF6137">
              <w:rPr>
                <w:vertAlign w:val="subscript"/>
                <w:lang w:val="en-GB"/>
              </w:rPr>
              <w:t>2</w:t>
            </w:r>
          </w:p>
        </w:tc>
        <w:tc>
          <w:tcPr>
            <w:tcW w:w="2303" w:type="dxa"/>
          </w:tcPr>
          <w:p w:rsidR="00FB5DBB" w:rsidRPr="00CF6137" w:rsidRDefault="00FB5DBB" w:rsidP="00B87E5B">
            <w:pPr>
              <w:rPr>
                <w:lang w:val="en-GB"/>
              </w:rPr>
            </w:pPr>
            <w:r w:rsidRPr="00CF6137">
              <w:rPr>
                <w:lang w:val="en-GB"/>
              </w:rPr>
              <w:t>Z</w:t>
            </w:r>
            <w:r w:rsidRPr="00CF6137">
              <w:rPr>
                <w:vertAlign w:val="subscript"/>
                <w:lang w:val="en-GB"/>
              </w:rPr>
              <w:t>2</w:t>
            </w:r>
          </w:p>
        </w:tc>
      </w:tr>
      <w:tr w:rsidR="00FB5DBB">
        <w:tc>
          <w:tcPr>
            <w:tcW w:w="2303" w:type="dxa"/>
          </w:tcPr>
          <w:p w:rsidR="00FB5DBB" w:rsidRPr="00CF6137" w:rsidRDefault="00FB5DBB" w:rsidP="00B87E5B">
            <w:pPr>
              <w:rPr>
                <w:lang w:val="en-GB"/>
              </w:rPr>
            </w:pPr>
            <w:r w:rsidRPr="00CF6137">
              <w:rPr>
                <w:lang w:val="en-GB"/>
              </w:rPr>
              <w:t>1</w:t>
            </w:r>
          </w:p>
        </w:tc>
        <w:tc>
          <w:tcPr>
            <w:tcW w:w="2303" w:type="dxa"/>
          </w:tcPr>
          <w:p w:rsidR="00FB5DBB" w:rsidRPr="00CF6137" w:rsidRDefault="00FB5DBB" w:rsidP="00B87E5B">
            <w:pPr>
              <w:rPr>
                <w:lang w:val="en-GB"/>
              </w:rPr>
            </w:pPr>
            <w:r w:rsidRPr="00CF6137">
              <w:rPr>
                <w:lang w:val="en-GB"/>
              </w:rPr>
              <w:t>Z</w:t>
            </w:r>
            <w:r w:rsidRPr="00CF6137">
              <w:rPr>
                <w:vertAlign w:val="subscript"/>
                <w:lang w:val="en-GB"/>
              </w:rPr>
              <w:t>0</w:t>
            </w:r>
          </w:p>
        </w:tc>
        <w:tc>
          <w:tcPr>
            <w:tcW w:w="2303" w:type="dxa"/>
          </w:tcPr>
          <w:p w:rsidR="00FB5DBB" w:rsidRPr="00CF6137" w:rsidRDefault="00FB5DBB" w:rsidP="00B87E5B">
            <w:pPr>
              <w:rPr>
                <w:lang w:val="en-GB"/>
              </w:rPr>
            </w:pPr>
            <w:r w:rsidRPr="00CF6137">
              <w:rPr>
                <w:lang w:val="en-GB"/>
              </w:rPr>
              <w:t>Z</w:t>
            </w:r>
            <w:r w:rsidRPr="00CF6137">
              <w:rPr>
                <w:vertAlign w:val="subscript"/>
                <w:lang w:val="en-GB"/>
              </w:rPr>
              <w:t>0</w:t>
            </w:r>
          </w:p>
        </w:tc>
        <w:tc>
          <w:tcPr>
            <w:tcW w:w="2303" w:type="dxa"/>
          </w:tcPr>
          <w:p w:rsidR="00FB5DBB" w:rsidRPr="00CF6137" w:rsidRDefault="00FB5DBB" w:rsidP="00B87E5B">
            <w:pPr>
              <w:rPr>
                <w:lang w:val="en-GB"/>
              </w:rPr>
            </w:pPr>
            <w:r w:rsidRPr="00CF6137">
              <w:rPr>
                <w:lang w:val="en-GB"/>
              </w:rPr>
              <w:t>Z</w:t>
            </w:r>
            <w:r w:rsidRPr="00CF6137">
              <w:rPr>
                <w:vertAlign w:val="subscript"/>
                <w:lang w:val="en-GB"/>
              </w:rPr>
              <w:t>0</w:t>
            </w:r>
          </w:p>
        </w:tc>
      </w:tr>
    </w:tbl>
    <w:p w:rsidR="00FB5DBB" w:rsidRDefault="00FB5DBB" w:rsidP="004A5BDC">
      <w:pPr>
        <w:rPr>
          <w:lang w:val="en-GB"/>
        </w:rPr>
      </w:pPr>
    </w:p>
    <w:p w:rsidR="00FB5DBB" w:rsidRDefault="00FB5DBB" w:rsidP="004A5BDC">
      <w:pPr>
        <w:rPr>
          <w:lang w:val="en-GB"/>
        </w:rPr>
      </w:pPr>
      <w:r>
        <w:rPr>
          <w:lang w:val="en-GB"/>
        </w:rPr>
        <w:t>Zu 6.)</w:t>
      </w:r>
    </w:p>
    <w:p w:rsidR="00FB5DBB" w:rsidRPr="004A5BDC" w:rsidRDefault="00FB5DBB" w:rsidP="004A5BDC">
      <w:r w:rsidRPr="004A5BDC">
        <w:t>10010</w:t>
      </w:r>
      <w:r w:rsidRPr="004A5BDC">
        <w:tab/>
        <w:t>wird nicht akzeptiert</w:t>
      </w:r>
    </w:p>
    <w:p w:rsidR="00FB5DBB" w:rsidRPr="004A5BDC" w:rsidRDefault="00FB5DBB" w:rsidP="004A5BDC">
      <w:r w:rsidRPr="004A5BDC">
        <w:t>110100 wird akzeptiert</w:t>
      </w:r>
    </w:p>
    <w:p w:rsidR="00FB5DBB" w:rsidRPr="004A5BDC" w:rsidRDefault="00FB5DBB" w:rsidP="004A5BDC">
      <w:r w:rsidRPr="004A5BDC">
        <w:t>Beweis mit Atocc</w:t>
      </w:r>
    </w:p>
    <w:p w:rsidR="00FB5DBB" w:rsidRPr="004A5BDC" w:rsidRDefault="00FB5DBB" w:rsidP="004A5BDC"/>
    <w:p w:rsidR="00FB5DBB" w:rsidRPr="004A5BDC" w:rsidRDefault="00FB5DBB" w:rsidP="004A5BDC">
      <w:r w:rsidRPr="004A5BDC">
        <w:t>Zusatz:</w:t>
      </w:r>
    </w:p>
    <w:p w:rsidR="00FB5DBB" w:rsidRPr="004A5BDC" w:rsidRDefault="00FB5DBB" w:rsidP="004A5BDC">
      <w:r w:rsidRPr="004A5BDC">
        <w:t>String dual="";</w:t>
      </w:r>
    </w:p>
    <w:p w:rsidR="00FB5DBB" w:rsidRPr="004A5BDC" w:rsidRDefault="00FB5DBB" w:rsidP="004A5BDC">
      <w:r w:rsidRPr="004A5BDC">
        <w:t xml:space="preserve">  do {</w:t>
      </w:r>
    </w:p>
    <w:p w:rsidR="00FB5DBB" w:rsidRPr="004A5BDC" w:rsidRDefault="00FB5DBB" w:rsidP="004A5BDC">
      <w:r w:rsidRPr="004A5BDC">
        <w:t xml:space="preserve">  int rest=dezimal%2;</w:t>
      </w:r>
    </w:p>
    <w:p w:rsidR="00FB5DBB" w:rsidRPr="0023545D" w:rsidRDefault="00FB5DBB" w:rsidP="004A5BDC">
      <w:pPr>
        <w:rPr>
          <w:lang w:val="en-GB"/>
        </w:rPr>
      </w:pPr>
      <w:r w:rsidRPr="00CB4C25">
        <w:rPr>
          <w:lang w:val="en-GB"/>
        </w:rPr>
        <w:t xml:space="preserve">  </w:t>
      </w:r>
      <w:r w:rsidRPr="0023545D">
        <w:rPr>
          <w:lang w:val="en-GB"/>
        </w:rPr>
        <w:t>dual=String.valueOf(rest)+dual;</w:t>
      </w:r>
    </w:p>
    <w:p w:rsidR="00FB5DBB" w:rsidRDefault="00FB5DBB" w:rsidP="004A5BDC">
      <w:r w:rsidRPr="0023545D">
        <w:rPr>
          <w:lang w:val="en-GB"/>
        </w:rPr>
        <w:t xml:space="preserve">  </w:t>
      </w:r>
      <w:r>
        <w:t>dezimal=dezimal/2;</w:t>
      </w:r>
    </w:p>
    <w:p w:rsidR="00FB5DBB" w:rsidRDefault="00FB5DBB" w:rsidP="004A5BDC">
      <w:r>
        <w:t xml:space="preserve">  }</w:t>
      </w:r>
    </w:p>
    <w:p w:rsidR="00FB5DBB" w:rsidRDefault="00FB5DBB" w:rsidP="004A5BDC">
      <w:r>
        <w:t xml:space="preserve">  while (dezimal&gt;0);</w:t>
      </w:r>
    </w:p>
    <w:p w:rsidR="00FB5DBB" w:rsidRPr="00807D71" w:rsidRDefault="00FB5DBB" w:rsidP="006823BD">
      <w:pPr>
        <w:rPr>
          <w:b/>
          <w:bCs/>
          <w:sz w:val="24"/>
          <w:szCs w:val="24"/>
        </w:rPr>
      </w:pPr>
    </w:p>
    <w:sectPr w:rsidR="00FB5DBB" w:rsidRPr="00807D71" w:rsidSect="007F1D7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D3B7F"/>
    <w:multiLevelType w:val="hybridMultilevel"/>
    <w:tmpl w:val="6A5832C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1D29"/>
    <w:rsid w:val="000032D6"/>
    <w:rsid w:val="0020793A"/>
    <w:rsid w:val="0023545D"/>
    <w:rsid w:val="00251373"/>
    <w:rsid w:val="00260EDD"/>
    <w:rsid w:val="0029694A"/>
    <w:rsid w:val="002A1D29"/>
    <w:rsid w:val="003A2FAD"/>
    <w:rsid w:val="0043643F"/>
    <w:rsid w:val="004A5BDC"/>
    <w:rsid w:val="004C7F00"/>
    <w:rsid w:val="004E67AC"/>
    <w:rsid w:val="00606C65"/>
    <w:rsid w:val="00626454"/>
    <w:rsid w:val="006823BD"/>
    <w:rsid w:val="006A2940"/>
    <w:rsid w:val="006C462C"/>
    <w:rsid w:val="00710774"/>
    <w:rsid w:val="00796739"/>
    <w:rsid w:val="007F1D7C"/>
    <w:rsid w:val="00805B2F"/>
    <w:rsid w:val="00807D71"/>
    <w:rsid w:val="008C1242"/>
    <w:rsid w:val="00A65EEB"/>
    <w:rsid w:val="00AC7AF8"/>
    <w:rsid w:val="00B87E5B"/>
    <w:rsid w:val="00C810C9"/>
    <w:rsid w:val="00CB23D6"/>
    <w:rsid w:val="00CB4C25"/>
    <w:rsid w:val="00CD2A95"/>
    <w:rsid w:val="00CF6137"/>
    <w:rsid w:val="00D709EC"/>
    <w:rsid w:val="00E406C0"/>
    <w:rsid w:val="00E506F2"/>
    <w:rsid w:val="00EA5DF7"/>
    <w:rsid w:val="00F620A8"/>
    <w:rsid w:val="00FB5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D2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A5DF7"/>
    <w:pPr>
      <w:spacing w:after="200" w:line="276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4</Pages>
  <Words>198</Words>
  <Characters>1252</Characters>
  <Application>Microsoft Office Outlook</Application>
  <DocSecurity>0</DocSecurity>
  <Lines>0</Lines>
  <Paragraphs>0</Paragraphs>
  <ScaleCrop>false</ScaleCrop>
  <Company>Schulen MV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C1 Vierertester</dc:title>
  <dc:subject/>
  <dc:creator>Silke Herbst</dc:creator>
  <cp:keywords/>
  <dc:description/>
  <cp:lastModifiedBy>Fachgruppe</cp:lastModifiedBy>
  <cp:revision>7</cp:revision>
  <dcterms:created xsi:type="dcterms:W3CDTF">2011-04-13T11:54:00Z</dcterms:created>
  <dcterms:modified xsi:type="dcterms:W3CDTF">2011-04-13T12:46:00Z</dcterms:modified>
</cp:coreProperties>
</file>